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BEF" w:rsidRDefault="00707BEF">
      <w:r w:rsidRPr="00700961">
        <w:rPr>
          <w:noProof/>
          <w:lang w:eastAsia="nl-N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Afbeelding 6" o:spid="_x0000_i1025" type="#_x0000_t75" style="width:770.25pt;height:528pt;visibility:visible">
            <v:imagedata r:id="rId4" o:title=""/>
          </v:shape>
        </w:pict>
      </w:r>
    </w:p>
    <w:p w:rsidR="00707BEF" w:rsidRDefault="00707BEF">
      <w:r w:rsidRPr="00700961">
        <w:rPr>
          <w:noProof/>
          <w:lang w:eastAsia="nl-NL"/>
        </w:rPr>
        <w:pict>
          <v:shape id="Afbeelding 2" o:spid="_x0000_i1026" type="#_x0000_t75" style="width:770.25pt;height:475.5pt;visibility:visible">
            <v:imagedata r:id="rId5" o:title=""/>
          </v:shape>
        </w:pict>
      </w:r>
    </w:p>
    <w:p w:rsidR="00707BEF" w:rsidRDefault="00707BEF"/>
    <w:p w:rsidR="00707BEF" w:rsidRDefault="00707BEF">
      <w:r w:rsidRPr="00700961">
        <w:rPr>
          <w:noProof/>
          <w:lang w:eastAsia="nl-NL"/>
        </w:rPr>
        <w:pict>
          <v:shape id="Afbeelding 5" o:spid="_x0000_i1027" type="#_x0000_t75" style="width:770.25pt;height:456pt;visibility:visible">
            <v:imagedata r:id="rId6" o:title=""/>
          </v:shape>
        </w:pict>
      </w:r>
    </w:p>
    <w:p w:rsidR="00707BEF" w:rsidRDefault="00707BEF"/>
    <w:p w:rsidR="00707BEF" w:rsidRDefault="00707BEF"/>
    <w:p w:rsidR="00707BEF" w:rsidRDefault="00707BEF">
      <w:r w:rsidRPr="00700961">
        <w:rPr>
          <w:noProof/>
          <w:lang w:eastAsia="nl-NL"/>
        </w:rPr>
        <w:pict>
          <v:shape id="_x0000_i1028" type="#_x0000_t75" style="width:770.25pt;height:459.75pt;visibility:visible">
            <v:imagedata r:id="rId7" o:title=""/>
          </v:shape>
        </w:pict>
      </w:r>
    </w:p>
    <w:sectPr w:rsidR="00707BEF" w:rsidSect="0055179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0"/>
  <w:embedSystemFonts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179D"/>
    <w:rsid w:val="00013905"/>
    <w:rsid w:val="00056F29"/>
    <w:rsid w:val="00160F32"/>
    <w:rsid w:val="0026686B"/>
    <w:rsid w:val="00290314"/>
    <w:rsid w:val="002D0EBE"/>
    <w:rsid w:val="002F384C"/>
    <w:rsid w:val="003A5C90"/>
    <w:rsid w:val="003F0FAE"/>
    <w:rsid w:val="00436EEB"/>
    <w:rsid w:val="00463413"/>
    <w:rsid w:val="0055179D"/>
    <w:rsid w:val="00700961"/>
    <w:rsid w:val="00707BEF"/>
    <w:rsid w:val="00933DEC"/>
    <w:rsid w:val="00963E01"/>
    <w:rsid w:val="00A956B6"/>
    <w:rsid w:val="00B52AE7"/>
    <w:rsid w:val="00BD09CB"/>
    <w:rsid w:val="00C764CD"/>
    <w:rsid w:val="00D77D17"/>
    <w:rsid w:val="00ED2940"/>
    <w:rsid w:val="00F66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4C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51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7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4</Pages>
  <Words>1</Words>
  <Characters>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nieuwdenkers</dc:creator>
  <cp:keywords/>
  <dc:description/>
  <cp:lastModifiedBy>rcd</cp:lastModifiedBy>
  <cp:revision>2</cp:revision>
  <cp:lastPrinted>2013-02-18T10:49:00Z</cp:lastPrinted>
  <dcterms:created xsi:type="dcterms:W3CDTF">2013-09-18T09:34:00Z</dcterms:created>
  <dcterms:modified xsi:type="dcterms:W3CDTF">2013-09-18T09:34:00Z</dcterms:modified>
</cp:coreProperties>
</file>